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66F05A4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55633E" w:rsidR="0055633E">
        <w:rPr>
          <w:rFonts w:ascii="Corbel" w:hAnsi="Corbel"/>
          <w:b/>
          <w:smallCaps/>
          <w:sz w:val="24"/>
          <w:szCs w:val="24"/>
        </w:rPr>
        <w:t>2021–2023</w:t>
      </w:r>
    </w:p>
    <w:p xmlns:wp14="http://schemas.microsoft.com/office/word/2010/wordml" w:rsidR="0085747A" w:rsidP="00EA4832" w:rsidRDefault="00EA4832" w14:paraId="51D285D4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5633E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9C54AE" w:rsidR="0085747A" w:rsidP="0055633E" w:rsidRDefault="00445970" w14:paraId="5FBDA86A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633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55633E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45727527" w14:paraId="4C5D2A60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5633E" w:rsidR="0085747A" w:rsidP="009C54AE" w:rsidRDefault="003936B4" w14:paraId="62391F5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Metody i techniki badań wykorzystywane w pomocy społecznej</w:t>
            </w:r>
          </w:p>
        </w:tc>
      </w:tr>
      <w:tr xmlns:wp14="http://schemas.microsoft.com/office/word/2010/wordml" w:rsidRPr="009C54AE" w:rsidR="0085747A" w:rsidTr="45727527" w14:paraId="4A885BEA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978C5" w:rsidRDefault="00C04816" w14:paraId="60AD2AF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4816">
              <w:rPr>
                <w:rFonts w:ascii="Corbel" w:hAnsi="Corbel"/>
                <w:b w:val="0"/>
                <w:sz w:val="24"/>
                <w:szCs w:val="24"/>
              </w:rPr>
              <w:t>P2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04816">
              <w:rPr>
                <w:rFonts w:ascii="Corbel" w:hAnsi="Corbel"/>
                <w:b w:val="0"/>
                <w:sz w:val="24"/>
                <w:szCs w:val="24"/>
              </w:rPr>
              <w:t>[1]</w:t>
            </w:r>
            <w:r w:rsidR="00B978C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04816">
              <w:rPr>
                <w:rFonts w:ascii="Corbel" w:hAnsi="Corbel"/>
                <w:b w:val="0"/>
                <w:sz w:val="24"/>
                <w:szCs w:val="24"/>
              </w:rPr>
              <w:t>_08</w:t>
            </w:r>
          </w:p>
        </w:tc>
      </w:tr>
      <w:tr xmlns:wp14="http://schemas.microsoft.com/office/word/2010/wordml" w:rsidRPr="009C54AE" w:rsidR="00C04816" w:rsidTr="45727527" w14:paraId="5C0172EC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C04816" w:rsidTr="45727527" w14:paraId="0AEA36E1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C04816" w:rsidTr="45727527" w14:paraId="4DAAD0C5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C04816" w:rsidTr="45727527" w14:paraId="393D1AE1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4FD62BC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xmlns:wp14="http://schemas.microsoft.com/office/word/2010/wordml" w:rsidRPr="009C54AE" w:rsidR="00C04816" w:rsidTr="45727527" w14:paraId="020B26A7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C04816" w:rsidTr="45727527" w14:paraId="5B469018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C04816" w:rsidTr="45727527" w14:paraId="1C844EE7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58CCDC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Rok1, semestr I</w:t>
            </w:r>
          </w:p>
        </w:tc>
      </w:tr>
      <w:tr xmlns:wp14="http://schemas.microsoft.com/office/word/2010/wordml" w:rsidRPr="009C54AE" w:rsidR="00C04816" w:rsidTr="45727527" w14:paraId="4D6BEF29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C04816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C04816" w:rsidTr="45727527" w14:paraId="73F51518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00C04816" w:rsidRDefault="00E32BF1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xmlns:wp14="http://schemas.microsoft.com/office/word/2010/wordml" w:rsidRPr="009C54AE" w:rsidR="00C04816" w:rsidTr="45727527" w14:paraId="6C39AE18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45727527" w:rsidRDefault="001C77B7" w14:paraId="2A3C0B20" wp14:textId="290B1D7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727527" w:rsidR="00C04816">
              <w:rPr>
                <w:rFonts w:ascii="Corbel" w:hAnsi="Corbel"/>
                <w:b w:val="0"/>
                <w:bCs w:val="0"/>
                <w:sz w:val="24"/>
                <w:szCs w:val="24"/>
              </w:rPr>
              <w:t>Barbara Marek-Zborowska</w:t>
            </w:r>
          </w:p>
        </w:tc>
      </w:tr>
      <w:tr xmlns:wp14="http://schemas.microsoft.com/office/word/2010/wordml" w:rsidRPr="009C54AE" w:rsidR="00C04816" w:rsidTr="45727527" w14:paraId="3CFC82A4" wp14:textId="77777777">
        <w:tc>
          <w:tcPr>
            <w:tcW w:w="2694" w:type="dxa"/>
            <w:tcMar/>
            <w:vAlign w:val="center"/>
          </w:tcPr>
          <w:p w:rsidRPr="009C54AE" w:rsidR="00C04816" w:rsidP="00C04816" w:rsidRDefault="00C04816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04816" w:rsidP="45727527" w:rsidRDefault="001C77B7" w14:paraId="17739F33" wp14:textId="53A7170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727527" w:rsidR="00C04816">
              <w:rPr>
                <w:rFonts w:ascii="Corbel" w:hAnsi="Corbel"/>
                <w:b w:val="0"/>
                <w:bCs w:val="0"/>
                <w:sz w:val="24"/>
                <w:szCs w:val="24"/>
              </w:rPr>
              <w:t>Barbara Marek-Zborowska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672A6659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2E3042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B978C5" w14:paraId="4B66831A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978C5" w:rsidRDefault="00E52E2D" w14:paraId="2906B3E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A37501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52E2D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52E2D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923D7D" w:rsidP="009C54AE" w:rsidRDefault="00923D7D" w14:paraId="0D0B940D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55633E" w:rsidP="00F83B28" w:rsidRDefault="0055633E" w14:paraId="0E27B00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B978C5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/>
          <w:b w:val="0"/>
          <w:smallCaps w:val="0"/>
          <w:szCs w:val="24"/>
        </w:rPr>
        <w:t xml:space="preserve"> </w:t>
      </w:r>
      <w:r w:rsidRPr="00B978C5">
        <w:rPr>
          <w:rFonts w:ascii="MS Gothic" w:hAnsi="MS Gothic" w:eastAsia="MS Gothic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B978C5" w14:paraId="2E0148DD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54597611" w:id="0"/>
      <w:r w:rsidRPr="00B978C5">
        <w:rPr>
          <w:rFonts w:ascii="MS Gothic" w:hAnsi="MS Gothic" w:eastAsia="MS Gothic"/>
          <w:b w:val="0"/>
          <w:smallCaps w:val="0"/>
          <w:szCs w:val="24"/>
        </w:rPr>
        <w:t>□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0"/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E1CE0">
        <w:rPr>
          <w:rFonts w:ascii="Corbel" w:hAnsi="Corbel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xmlns:wp14="http://schemas.microsoft.com/office/word/2010/wordml" w:rsidR="0055633E" w:rsidP="009C54AE" w:rsidRDefault="0055633E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B21EDD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21EDD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55633E" w:rsidP="009C54AE" w:rsidRDefault="0055633E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55633E" w:rsidP="009C54AE" w:rsidRDefault="0055633E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3E62205F" wp14:textId="77777777">
        <w:tc>
          <w:tcPr>
            <w:tcW w:w="9670" w:type="dxa"/>
          </w:tcPr>
          <w:p w:rsidRPr="009C54AE" w:rsidR="0085747A" w:rsidP="00B978C5" w:rsidRDefault="00DB0EFA" w14:paraId="008BAB03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socjologii, </w:t>
            </w:r>
            <w:r w:rsidR="00A736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 i technik badawczych,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przygotowywania pracy dyplomowej</w:t>
            </w:r>
            <w:r w:rsidR="00B97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studiów licencjackich.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55633E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269AE90D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E52E2D" w:rsidRDefault="00E52E2D" w14:paraId="30A87C8D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52E2D">
              <w:rPr>
                <w:rFonts w:ascii="Corbel" w:hAnsi="Corbel"/>
                <w:b w:val="0"/>
                <w:sz w:val="24"/>
                <w:szCs w:val="24"/>
              </w:rPr>
              <w:t>ostarczenie wiedzy o metodach i technikach badań społecznych oraz ich praktycznego zastosowania.</w:t>
            </w:r>
          </w:p>
        </w:tc>
      </w:tr>
      <w:tr xmlns:wp14="http://schemas.microsoft.com/office/word/2010/wordml" w:rsidRPr="009C54AE" w:rsidR="0085747A" w:rsidTr="00923D7D" w14:paraId="3F4D41CD" wp14:textId="77777777">
        <w:tc>
          <w:tcPr>
            <w:tcW w:w="851" w:type="dxa"/>
            <w:vAlign w:val="center"/>
          </w:tcPr>
          <w:p w:rsidRPr="009C54AE" w:rsidR="0085747A" w:rsidP="009C54AE" w:rsidRDefault="00E52E2D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E2D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E52E2D" w:rsidRDefault="00E52E2D" w14:paraId="624D0F3D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projektowania i prowadzenia badań społecznych.</w:t>
            </w:r>
          </w:p>
        </w:tc>
      </w:tr>
      <w:tr xmlns:wp14="http://schemas.microsoft.com/office/word/2010/wordml" w:rsidRPr="009C54AE" w:rsidR="0085747A" w:rsidTr="00923D7D" w14:paraId="2650A307" wp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52E2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52E2D" w14:paraId="6647640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pozyskiwania danych do analizy i diagnozowania zjawisk społecznych.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309D7212" wp14:textId="77777777">
        <w:tc>
          <w:tcPr>
            <w:tcW w:w="1701" w:type="dxa"/>
          </w:tcPr>
          <w:p w:rsidRPr="009C54AE" w:rsidR="0085747A" w:rsidP="009C54AE" w:rsidRDefault="00B978C5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0F0E1C" w14:paraId="4E58C4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badawcze i potrafi pozyskiwać dane konieczne do podejmowania decyzji w obszarze pomocy społecznej.</w:t>
            </w:r>
          </w:p>
        </w:tc>
        <w:tc>
          <w:tcPr>
            <w:tcW w:w="1873" w:type="dxa"/>
          </w:tcPr>
          <w:p w:rsidRPr="009C54AE" w:rsidR="0085747A" w:rsidP="009C54AE" w:rsidRDefault="00217841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9C54AE" w:rsidR="0085747A" w:rsidTr="005E6E85" w14:paraId="1C7ACFC1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0F0E1C" w14:paraId="2744575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wykorzystuje paradygmaty, metody, techniki i narzędzia nauk społecznych do prowadzenia badań w obszarze pomocy społecznej.</w:t>
            </w:r>
          </w:p>
        </w:tc>
        <w:tc>
          <w:tcPr>
            <w:tcW w:w="1873" w:type="dxa"/>
          </w:tcPr>
          <w:p w:rsidRPr="009C54AE" w:rsidR="0085747A" w:rsidP="009C54AE" w:rsidRDefault="00217841" w14:paraId="39AE7B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xmlns:wp14="http://schemas.microsoft.com/office/word/2010/wordml" w:rsidRPr="009C54AE" w:rsidR="00217841" w:rsidTr="005E6E85" w14:paraId="1CCDFCFF" wp14:textId="77777777">
        <w:tc>
          <w:tcPr>
            <w:tcW w:w="1701" w:type="dxa"/>
          </w:tcPr>
          <w:p w:rsidRPr="009C54AE" w:rsidR="00217841" w:rsidP="009C54AE" w:rsidRDefault="00217841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217841" w:rsidR="00217841" w:rsidP="009C54AE" w:rsidRDefault="000F0E1C" w14:paraId="555CCEB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 sposób pogłębiony zjawiska będące przedmiotem zainteresowania pomocy społecznej.</w:t>
            </w:r>
          </w:p>
        </w:tc>
        <w:tc>
          <w:tcPr>
            <w:tcW w:w="1873" w:type="dxa"/>
          </w:tcPr>
          <w:p w:rsidRPr="009C54AE" w:rsidR="00217841" w:rsidP="009C54AE" w:rsidRDefault="00217841" w14:paraId="3CFCD0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85747A" w:rsidTr="005E6E85" w14:paraId="45887A4C" wp14:textId="77777777">
        <w:tc>
          <w:tcPr>
            <w:tcW w:w="1701" w:type="dxa"/>
          </w:tcPr>
          <w:p w:rsidRPr="009C54AE" w:rsidR="0085747A" w:rsidP="009C54AE" w:rsidRDefault="0085747A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784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85747A" w:rsidP="009C54AE" w:rsidRDefault="00217841" w14:paraId="2508CD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metod i narzędzi badawczych w opracowywaniu i analizie 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>gromadzony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>ch przez pracowników socjalnych</w:t>
            </w:r>
            <w:r w:rsidR="00E26F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17841" w:rsidDel="00E26F6D" w:rsidR="00E26F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9C54AE" w:rsidR="0085747A" w:rsidP="009C54AE" w:rsidRDefault="00217841" w14:paraId="0495AD7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55633E" w:rsidP="009C54AE" w:rsidRDefault="00675843" w14:paraId="3358EFAA" wp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="0055633E" w:rsidP="0055633E" w:rsidRDefault="0055633E" w14:paraId="4B99056E" wp14:textId="77777777">
      <w:pPr>
        <w:pStyle w:val="Akapitzlist"/>
        <w:spacing w:line="240" w:lineRule="auto"/>
        <w:ind w:left="426" w:firstLine="282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55633E" w:rsidRDefault="0055633E" w14:paraId="46D2A139" wp14:textId="77777777">
      <w:pPr>
        <w:pStyle w:val="Akapitzlist"/>
        <w:spacing w:line="240" w:lineRule="auto"/>
        <w:ind w:left="0" w:firstLine="851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sz w:val="24"/>
          <w:szCs w:val="24"/>
        </w:rPr>
        <w:tab/>
      </w:r>
      <w:r w:rsidRPr="00484F0E">
        <w:rPr>
          <w:rFonts w:ascii="Corbel" w:hAnsi="Corbel"/>
          <w:sz w:val="24"/>
          <w:szCs w:val="24"/>
        </w:rPr>
        <w:t>Problematyka wykładu</w:t>
      </w:r>
    </w:p>
    <w:tbl>
      <w:tblPr>
        <w:tblpPr w:leftFromText="141" w:rightFromText="141" w:vertAnchor="text" w:horzAnchor="margin" w:tblpX="137" w:tblpY="-49"/>
        <w:tblW w:w="9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55633E" w:rsidTr="0055633E" w14:paraId="587EA2A8" wp14:textId="77777777">
        <w:tc>
          <w:tcPr>
            <w:tcW w:w="9520" w:type="dxa"/>
          </w:tcPr>
          <w:p w:rsidRPr="0055633E" w:rsidR="0055633E" w:rsidP="0055633E" w:rsidRDefault="0055633E" w14:paraId="351130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55633E" w:rsidTr="0055633E" w14:paraId="5AA2FE90" wp14:textId="77777777">
        <w:tc>
          <w:tcPr>
            <w:tcW w:w="9520" w:type="dxa"/>
          </w:tcPr>
          <w:p w:rsidRPr="009C54AE" w:rsidR="0055633E" w:rsidP="0055633E" w:rsidRDefault="0055633E" w14:paraId="3752449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85747A" w:rsidP="009C54AE" w:rsidRDefault="0055633E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xmlns:wp14="http://schemas.microsoft.com/office/word/2010/wordml" w:rsidR="0055633E" w:rsidP="0055633E" w:rsidRDefault="0085747A" w14:paraId="433122BF" wp14:textId="77777777">
      <w:pPr>
        <w:pStyle w:val="Akapitzlist"/>
        <w:numPr>
          <w:ilvl w:val="0"/>
          <w:numId w:val="2"/>
        </w:numPr>
        <w:spacing w:line="240" w:lineRule="auto"/>
        <w:ind w:left="1418" w:hanging="589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</w:t>
      </w:r>
      <w:r w:rsidRPr="009C54AE" w:rsidR="0055633E">
        <w:rPr>
          <w:rFonts w:ascii="Corbel" w:hAnsi="Corbel"/>
          <w:sz w:val="24"/>
          <w:szCs w:val="24"/>
        </w:rPr>
        <w:t>praktycznych</w:t>
      </w:r>
    </w:p>
    <w:p xmlns:wp14="http://schemas.microsoft.com/office/word/2010/wordml" w:rsidR="0055633E" w:rsidP="0055633E" w:rsidRDefault="0055633E" w14:paraId="4DDBEF00" wp14:textId="77777777">
      <w:pPr>
        <w:pStyle w:val="Akapitzlist"/>
        <w:spacing w:line="240" w:lineRule="auto"/>
        <w:ind w:left="1418"/>
        <w:jc w:val="both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-42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484F0E" w:rsidTr="00484F0E" w14:paraId="55225495" wp14:textId="77777777">
        <w:tc>
          <w:tcPr>
            <w:tcW w:w="9520" w:type="dxa"/>
          </w:tcPr>
          <w:p w:rsidRPr="009C54AE" w:rsidR="00484F0E" w:rsidP="0055633E" w:rsidRDefault="00484F0E" w14:paraId="5D69D2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484F0E" w:rsidTr="00484F0E" w14:paraId="53B5F0CC" wp14:textId="77777777">
        <w:tc>
          <w:tcPr>
            <w:tcW w:w="9520" w:type="dxa"/>
          </w:tcPr>
          <w:p w:rsidRPr="009C54AE" w:rsidR="00484F0E" w:rsidP="0055633E" w:rsidRDefault="00484F0E" w14:paraId="4268FEE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Przedmiot badań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84F0E" w:rsidTr="00484F0E" w14:paraId="2171D441" wp14:textId="77777777">
        <w:tc>
          <w:tcPr>
            <w:tcW w:w="9520" w:type="dxa"/>
          </w:tcPr>
          <w:p w:rsidRPr="00484F0E" w:rsidR="00484F0E" w:rsidP="0055633E" w:rsidRDefault="00484F0E" w14:paraId="6FB2C86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 xml:space="preserve">Cele badań społecznych (badania eksploracyjne, opisowe, </w:t>
            </w:r>
            <w:proofErr w:type="spellStart"/>
            <w:r w:rsidRPr="00484F0E">
              <w:rPr>
                <w:rFonts w:ascii="Corbel" w:hAnsi="Corbel"/>
                <w:sz w:val="24"/>
                <w:szCs w:val="24"/>
              </w:rPr>
              <w:t>eksplanacyjne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84F0E" w:rsidTr="00484F0E" w14:paraId="28AF4C19" wp14:textId="77777777">
        <w:tc>
          <w:tcPr>
            <w:tcW w:w="9520" w:type="dxa"/>
          </w:tcPr>
          <w:p w:rsidRPr="00484F0E" w:rsidR="00484F0E" w:rsidP="0055633E" w:rsidRDefault="00484F0E" w14:paraId="0645E65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Rodzaje metod i technik badań społecznych (np. obserwacja, wywiady, analiza dokumentów, monografia, eksperyment)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84F0E" w:rsidTr="00484F0E" w14:paraId="04E9D276" wp14:textId="77777777">
        <w:tc>
          <w:tcPr>
            <w:tcW w:w="9520" w:type="dxa"/>
          </w:tcPr>
          <w:p w:rsidRPr="009C54AE" w:rsidR="00484F0E" w:rsidP="0055633E" w:rsidRDefault="00484F0E" w14:paraId="4BC4C16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Wybrane etapy procesu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84F0E" w:rsidTr="00484F0E" w14:paraId="3A27ED0D" wp14:textId="77777777">
        <w:tc>
          <w:tcPr>
            <w:tcW w:w="9520" w:type="dxa"/>
          </w:tcPr>
          <w:p w:rsidRPr="009C54AE" w:rsidR="00484F0E" w:rsidP="0055633E" w:rsidRDefault="00484F0E" w14:paraId="6852A09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Problem badawczy i cel badania</w:t>
            </w:r>
          </w:p>
        </w:tc>
      </w:tr>
      <w:tr xmlns:wp14="http://schemas.microsoft.com/office/word/2010/wordml" w:rsidRPr="009C54AE" w:rsidR="00484F0E" w:rsidTr="00484F0E" w14:paraId="19E52EC0" wp14:textId="77777777">
        <w:tc>
          <w:tcPr>
            <w:tcW w:w="9520" w:type="dxa"/>
          </w:tcPr>
          <w:p w:rsidRPr="009C54AE" w:rsidR="00484F0E" w:rsidP="0055633E" w:rsidRDefault="00484F0E" w14:paraId="09C0A0C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Eksplikacja problematyki badawczej, hipotezy</w:t>
            </w:r>
          </w:p>
        </w:tc>
      </w:tr>
      <w:tr xmlns:wp14="http://schemas.microsoft.com/office/word/2010/wordml" w:rsidRPr="009C54AE" w:rsidR="00484F0E" w:rsidTr="00484F0E" w14:paraId="019F4306" wp14:textId="77777777">
        <w:tc>
          <w:tcPr>
            <w:tcW w:w="9520" w:type="dxa"/>
          </w:tcPr>
          <w:p w:rsidRPr="009C54AE" w:rsidR="00484F0E" w:rsidP="0055633E" w:rsidRDefault="00484F0E" w14:paraId="1BA326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Operacjonalizacja problematyki badawczej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84F0E" w:rsidTr="00484F0E" w14:paraId="3BB125DD" wp14:textId="77777777">
        <w:tc>
          <w:tcPr>
            <w:tcW w:w="9520" w:type="dxa"/>
          </w:tcPr>
          <w:p w:rsidRPr="009C54AE" w:rsidR="00484F0E" w:rsidP="0055633E" w:rsidRDefault="00484F0E" w14:paraId="46458B5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484F0E">
              <w:rPr>
                <w:rFonts w:ascii="Corbel" w:hAnsi="Corbel"/>
                <w:sz w:val="24"/>
                <w:szCs w:val="24"/>
              </w:rPr>
              <w:t>ybór zbiorowości do badania, zmienne i wskaźniki, wybór metod i technik, techniki analizy wyników badań</w:t>
            </w:r>
          </w:p>
        </w:tc>
      </w:tr>
    </w:tbl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85747A" w:rsidP="009C54AE" w:rsidRDefault="00C10C11" w14:paraId="3D1EEDB5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484F0E" w:rsidR="00484F0E">
        <w:rPr>
          <w:rFonts w:ascii="Corbel" w:hAnsi="Corbel"/>
          <w:b w:val="0"/>
          <w:i/>
          <w:smallCaps w:val="0"/>
          <w:sz w:val="20"/>
          <w:szCs w:val="20"/>
        </w:rPr>
        <w:t>analiza i interpretacja tekstów źródłowych, praca w grupach (opracowanie szkicu projektu badawczego na wybrany temat (wraz z narzędziem badawczym), analiza przypadków, dyskusja kierowana)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xmlns:wp14="http://schemas.microsoft.com/office/word/2010/wordml" w:rsidR="00E960BB" w:rsidP="009C54AE" w:rsidRDefault="00E960BB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1"/>
        <w:gridCol w:w="5438"/>
        <w:gridCol w:w="2121"/>
      </w:tblGrid>
      <w:tr xmlns:wp14="http://schemas.microsoft.com/office/word/2010/wordml" w:rsidRPr="009C54AE" w:rsidR="0085747A" w:rsidTr="002E3042" w14:paraId="3CD72C34" wp14:textId="77777777">
        <w:tc>
          <w:tcPr>
            <w:tcW w:w="1961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2E3042" w14:paraId="242B4DCA" wp14:textId="77777777">
        <w:tc>
          <w:tcPr>
            <w:tcW w:w="1961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E26F6D" w:rsidR="0085747A" w:rsidP="009C54AE" w:rsidRDefault="00484F0E" w14:paraId="1FD24F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6D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1" w:type="dxa"/>
          </w:tcPr>
          <w:p w:rsidRPr="009C54AE" w:rsidR="0085747A" w:rsidP="00C10C11" w:rsidRDefault="002E3042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2E3042" w:rsidTr="002E3042" w14:paraId="23B00D4B" wp14:textId="77777777">
        <w:tc>
          <w:tcPr>
            <w:tcW w:w="1961" w:type="dxa"/>
          </w:tcPr>
          <w:p w:rsidRPr="009C54AE" w:rsidR="002E3042" w:rsidP="002E3042" w:rsidRDefault="002E3042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9C54AE" w:rsidR="002E3042" w:rsidP="002E3042" w:rsidRDefault="002E3042" w14:paraId="29CAD2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projekt </w:t>
            </w:r>
          </w:p>
        </w:tc>
        <w:tc>
          <w:tcPr>
            <w:tcW w:w="2121" w:type="dxa"/>
          </w:tcPr>
          <w:p w:rsidRPr="009C54AE" w:rsidR="002E3042" w:rsidP="00C10C11" w:rsidRDefault="002E3042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2E3042" w:rsidTr="002E3042" w14:paraId="416AB25C" wp14:textId="77777777">
        <w:tc>
          <w:tcPr>
            <w:tcW w:w="1961" w:type="dxa"/>
          </w:tcPr>
          <w:p w:rsidRPr="009C54AE" w:rsidR="002E3042" w:rsidP="002E3042" w:rsidRDefault="002E3042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:rsidRPr="009C54AE" w:rsidR="002E3042" w:rsidP="002E3042" w:rsidRDefault="002E3042" w14:paraId="2FEFBA7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1" w:type="dxa"/>
          </w:tcPr>
          <w:p w:rsidRPr="009C54AE" w:rsidR="002E3042" w:rsidP="00C10C11" w:rsidRDefault="002E3042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2E3042" w:rsidTr="002E3042" w14:paraId="390E3DE4" wp14:textId="77777777">
        <w:tc>
          <w:tcPr>
            <w:tcW w:w="1961" w:type="dxa"/>
          </w:tcPr>
          <w:p w:rsidRPr="009C54AE" w:rsidR="002E3042" w:rsidP="002E3042" w:rsidRDefault="002E3042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:rsidRPr="009C54AE" w:rsidR="002E3042" w:rsidP="002E3042" w:rsidRDefault="002E3042" w14:paraId="3EEED8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1" w:type="dxa"/>
          </w:tcPr>
          <w:p w:rsidRPr="009C54AE" w:rsidR="002E3042" w:rsidP="00C10C11" w:rsidRDefault="002E3042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34CE0A41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650871CE" wp14:textId="77777777">
        <w:tc>
          <w:tcPr>
            <w:tcW w:w="9670" w:type="dxa"/>
          </w:tcPr>
          <w:p w:rsidRPr="009C54AE" w:rsidR="00130E9F" w:rsidP="00C10C11" w:rsidRDefault="000471A0" w14:paraId="7FC2219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C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84F0E" w:rsidR="00130E9F">
              <w:rPr>
                <w:rFonts w:ascii="Corbel" w:hAnsi="Corbel"/>
                <w:b w:val="0"/>
                <w:smallCaps w:val="0"/>
                <w:szCs w:val="24"/>
              </w:rPr>
              <w:t>opracowani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84F0E" w:rsidR="00130E9F">
              <w:rPr>
                <w:rFonts w:ascii="Corbel" w:hAnsi="Corbel"/>
                <w:b w:val="0"/>
                <w:smallCaps w:val="0"/>
                <w:szCs w:val="24"/>
              </w:rPr>
              <w:t xml:space="preserve"> projektu i narzędzi badawcz</w:t>
            </w:r>
            <w:r w:rsidR="00130E9F">
              <w:rPr>
                <w:rFonts w:ascii="Corbel" w:hAnsi="Corbel"/>
                <w:b w:val="0"/>
                <w:smallCaps w:val="0"/>
                <w:szCs w:val="24"/>
              </w:rPr>
              <w:t>ych w grupach</w:t>
            </w:r>
            <w:r w:rsidR="00C10C1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B211CA">
              <w:t xml:space="preserve"> </w:t>
            </w:r>
            <w:r w:rsidR="00570860">
              <w:rPr>
                <w:rFonts w:ascii="Corbel" w:hAnsi="Corbel"/>
                <w:b w:val="0"/>
                <w:smallCaps w:val="0"/>
                <w:szCs w:val="24"/>
              </w:rPr>
              <w:t>kolokwium pisemnego.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247FDA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C27D4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079485E9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C27D4" w14:paraId="33CFEC6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3DCFBAA8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C27D4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60</w:t>
            </w:r>
          </w:p>
        </w:tc>
      </w:tr>
      <w:tr xmlns:wp14="http://schemas.microsoft.com/office/word/2010/wordml" w:rsidRPr="009C54AE" w:rsidR="0085747A" w:rsidTr="00923D7D" w14:paraId="3465692F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C27D4" w14:paraId="5B1457B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xmlns:wp14="http://schemas.microsoft.com/office/word/2010/wordml" w:rsidRPr="009C54AE" w:rsidR="0085747A" w:rsidTr="00923D7D" w14:paraId="6B7A907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C27D4" w14:paraId="279935F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55633E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55633E" w:rsidP="0055633E" w:rsidRDefault="0055633E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55633E" w:rsidP="0055633E" w:rsidRDefault="00C10C11" w14:paraId="7E1D1D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55633E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55633E" w:rsidP="0055633E" w:rsidRDefault="0055633E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55633E" w:rsidP="0055633E" w:rsidRDefault="00C10C11" w14:paraId="4B433D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110FFD3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B6993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621"/>
      </w:tblGrid>
      <w:tr xmlns:wp14="http://schemas.microsoft.com/office/word/2010/wordml" w:rsidRPr="009C54AE" w:rsidR="0085747A" w:rsidTr="00F84E8E" w14:paraId="383F52B7" wp14:textId="77777777">
        <w:trPr>
          <w:trHeight w:val="4896"/>
        </w:trPr>
        <w:tc>
          <w:tcPr>
            <w:tcW w:w="7621" w:type="dxa"/>
          </w:tcPr>
          <w:p w:rsidRPr="00F84E8E" w:rsidR="0085747A" w:rsidP="00F84E8E" w:rsidRDefault="0085747A" w14:paraId="729C9695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F84E8E" w:rsidR="00782E48" w:rsidP="00FB4B9E" w:rsidRDefault="001B5A27" w14:paraId="72C19B27" wp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E. (2005).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F84E8E" w:rsidR="00A70C8A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Naukowe PWN.</w:t>
            </w:r>
          </w:p>
          <w:p w:rsidRPr="00F84E8E" w:rsidR="007458FD" w:rsidP="00FB4B9E" w:rsidRDefault="001B5A27" w14:paraId="10B56318" wp14:textId="77777777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Creswell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J.W. (2013).</w:t>
            </w:r>
            <w:r w:rsidRPr="00F84E8E" w:rsidR="007458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5A27" w:rsidR="007458FD">
              <w:rPr>
                <w:rFonts w:ascii="Corbel" w:hAnsi="Corbel"/>
                <w:i/>
                <w:sz w:val="24"/>
                <w:szCs w:val="24"/>
              </w:rPr>
              <w:t>Projektowanie badań naukowych. Metody ja</w:t>
            </w:r>
            <w:r w:rsidRPr="001B5A27">
              <w:rPr>
                <w:rFonts w:ascii="Corbel" w:hAnsi="Corbel"/>
                <w:i/>
                <w:sz w:val="24"/>
                <w:szCs w:val="24"/>
              </w:rPr>
              <w:t>kościowe, ilościowe i mieszane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84E8E" w:rsidR="007458FD">
              <w:rPr>
                <w:rFonts w:ascii="Corbel" w:hAnsi="Corbel"/>
                <w:sz w:val="24"/>
                <w:szCs w:val="24"/>
              </w:rPr>
              <w:t>Kraków</w:t>
            </w:r>
            <w:r>
              <w:rPr>
                <w:rFonts w:ascii="Corbel" w:hAnsi="Corbel"/>
                <w:sz w:val="24"/>
                <w:szCs w:val="24"/>
              </w:rPr>
              <w:t>: Wydawnictwo UJ.</w:t>
            </w:r>
          </w:p>
          <w:p w:rsidRPr="00F84E8E" w:rsidR="00A70C8A" w:rsidP="00FB4B9E" w:rsidRDefault="00A70C8A" w14:paraId="29769ED7" wp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Marynowicz-Hetka E., </w:t>
            </w:r>
            <w:proofErr w:type="spellStart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>Granosik</w:t>
            </w:r>
            <w:proofErr w:type="spellEnd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 xml:space="preserve"> (2007).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</w:t>
            </w:r>
            <w:r w:rsidRPr="001B5A27" w:rsidR="001B5A27">
              <w:rPr>
                <w:rFonts w:ascii="Corbel" w:hAnsi="Corbel"/>
                <w:i/>
                <w:color w:val="000000"/>
                <w:sz w:val="24"/>
                <w:szCs w:val="24"/>
              </w:rPr>
              <w:t>ia w pracy socjalnej/społecznej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 Łódź: Wydawnictwo UŁ.</w:t>
            </w:r>
          </w:p>
          <w:p w:rsidRPr="00F84E8E" w:rsidR="00A70C8A" w:rsidP="00FB4B9E" w:rsidRDefault="00A70C8A" w14:paraId="6B793B36" wp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Nach</w:t>
            </w:r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mias</w:t>
            </w:r>
            <w:proofErr w:type="spellEnd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D., </w:t>
            </w:r>
            <w:proofErr w:type="spellStart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Frankfort-Nachmias</w:t>
            </w:r>
            <w:proofErr w:type="spellEnd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Ch</w:t>
            </w:r>
            <w:proofErr w:type="spellEnd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. 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(2001).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 xml:space="preserve">. Poznań: Zysk i </w:t>
            </w:r>
            <w:proofErr w:type="spellStart"/>
            <w:r w:rsidR="001B5A27">
              <w:rPr>
                <w:rFonts w:ascii="Corbel" w:hAnsi="Corbel"/>
                <w:color w:val="000000"/>
                <w:sz w:val="24"/>
                <w:szCs w:val="24"/>
              </w:rPr>
              <w:t>s-ka</w:t>
            </w:r>
            <w:proofErr w:type="spellEnd"/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F84E8E" w:rsidR="00782E48" w:rsidP="00FB4B9E" w:rsidRDefault="001B5A27" w14:paraId="0675BAE6" wp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Nowak S. (2010). 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Wydawnictwo Naukowe</w:t>
            </w:r>
            <w:r w:rsidRPr="00F84E8E" w:rsidR="00782E48">
              <w:rPr>
                <w:rFonts w:ascii="Corbel" w:hAnsi="Corbel"/>
                <w:color w:val="000000"/>
                <w:sz w:val="24"/>
                <w:szCs w:val="24"/>
              </w:rPr>
              <w:t xml:space="preserve"> PWN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F84E8E" w:rsidR="00A70C8A" w:rsidP="00FB4B9E" w:rsidRDefault="00A70C8A" w14:paraId="12466877" wp14:textId="77777777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>Szpunar M. (red.)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F84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sz w:val="24"/>
                <w:szCs w:val="24"/>
              </w:rPr>
              <w:t xml:space="preserve">Badania w pracy </w:t>
            </w:r>
            <w:r w:rsidRPr="00FB4B9E" w:rsidR="00FB4B9E">
              <w:rPr>
                <w:rFonts w:ascii="Corbel" w:hAnsi="Corbel"/>
                <w:i/>
                <w:sz w:val="24"/>
                <w:szCs w:val="24"/>
              </w:rPr>
              <w:t>socjalnej - stan i perspektywy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sz w:val="24"/>
                <w:szCs w:val="24"/>
              </w:rPr>
              <w:t>Gdańsk</w:t>
            </w:r>
            <w:r w:rsidR="00FB4B9E">
              <w:rPr>
                <w:rFonts w:ascii="Corbel" w:hAnsi="Corbel"/>
                <w:sz w:val="24"/>
                <w:szCs w:val="24"/>
              </w:rPr>
              <w:t>: ANWI.</w:t>
            </w:r>
          </w:p>
        </w:tc>
      </w:tr>
      <w:tr xmlns:wp14="http://schemas.microsoft.com/office/word/2010/wordml" w:rsidRPr="009C54AE" w:rsidR="0085747A" w:rsidTr="00F84E8E" w14:paraId="5BEBA224" wp14:textId="77777777">
        <w:trPr>
          <w:trHeight w:val="3802"/>
        </w:trPr>
        <w:tc>
          <w:tcPr>
            <w:tcW w:w="7621" w:type="dxa"/>
          </w:tcPr>
          <w:p w:rsidRPr="00F84E8E" w:rsidR="0085747A" w:rsidP="00F84E8E" w:rsidRDefault="0085747A" w14:paraId="1616B1D9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Pr="00F84E8E" w:rsidR="00BD688D" w:rsidP="00FB4B9E" w:rsidRDefault="00FB4B9E" w14:paraId="2BAD7588" wp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Gruszczyński L. (2005). </w:t>
            </w:r>
            <w:r w:rsidRPr="00FB4B9E" w:rsidR="00BD688D">
              <w:rPr>
                <w:rFonts w:ascii="Corbel" w:hAnsi="Corbel"/>
                <w:i/>
                <w:color w:val="000000"/>
                <w:sz w:val="24"/>
                <w:szCs w:val="24"/>
              </w:rPr>
              <w:t>Kwestionariusze w socjologii. Budowa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narzędzi do badań </w:t>
            </w:r>
            <w:proofErr w:type="spellStart"/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F84E8E" w:rsidR="00BD688D">
              <w:rPr>
                <w:rFonts w:ascii="Corbel" w:hAnsi="Corbel"/>
                <w:color w:val="000000"/>
                <w:sz w:val="24"/>
                <w:szCs w:val="24"/>
              </w:rPr>
              <w:t>Katowice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UŚ.</w:t>
            </w:r>
          </w:p>
          <w:p w:rsidRPr="00F84E8E" w:rsidR="00BD688D" w:rsidP="00FB4B9E" w:rsidRDefault="00BD688D" w14:paraId="0ADD19B3" wp14:textId="77777777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Lisek-Mic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halska J., Daniłowicz P. (red.) (2007).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Zogniskowany wywiad grupowy. Studia nad metodą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. Łódź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: Uniwersytet Łódzki.</w:t>
            </w:r>
          </w:p>
          <w:p w:rsidRPr="00F84E8E" w:rsidR="00782E48" w:rsidP="00FB4B9E" w:rsidRDefault="00782E48" w14:paraId="5217228D" wp14:textId="77777777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Sztabiński P.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B., Sawiński Z., Sztabiński F. (2005).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Fieldwork</w:t>
            </w:r>
            <w:proofErr w:type="spellEnd"/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B4B9E" w:rsidR="00A70C8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est </w:t>
            </w:r>
            <w:r w:rsidRPr="00FB4B9E" w:rsidR="00A70C8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</w:t>
            </w:r>
            <w:r w:rsidRPr="00FB4B9E" w:rsid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ztuką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Warszawa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Wydawnictwo </w:t>
            </w:r>
            <w:proofErr w:type="spellStart"/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IFiS</w:t>
            </w:r>
            <w:proofErr w:type="spellEnd"/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PAN.</w:t>
            </w:r>
          </w:p>
          <w:p w:rsidRPr="00F84E8E" w:rsidR="00A70C8A" w:rsidP="00FB4B9E" w:rsidRDefault="00FB4B9E" w14:paraId="7803C9CD" wp14:textId="77777777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Sztumski J. (2010).</w:t>
            </w:r>
            <w:r w:rsidRPr="00F84E8E" w:rsidR="00782E4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FB4B9E" w:rsidR="00782E4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Wstęp do metod i technik badań społecznych</w:t>
            </w:r>
            <w:r w:rsidRPr="00F84E8E" w:rsidR="00782E48">
              <w:rPr>
                <w:rFonts w:ascii="Corbel" w:hAnsi="Corbel"/>
                <w:iCs/>
                <w:color w:val="000000"/>
                <w:sz w:val="24"/>
                <w:szCs w:val="24"/>
              </w:rPr>
              <w:t>, Katowice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: Wydawnictwo UŚ.</w:t>
            </w:r>
            <w:r w:rsidRPr="00F84E8E" w:rsidR="00A70C8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E0BCF" w:rsidP="00C16ABF" w:rsidRDefault="003E0BCF" w14:paraId="1F72F64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E0BCF" w:rsidP="00C16ABF" w:rsidRDefault="003E0BCF" w14:paraId="08CE6F9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E0BCF" w:rsidP="00C16ABF" w:rsidRDefault="003E0BCF" w14:paraId="61CDCEA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E0BCF" w:rsidP="00C16ABF" w:rsidRDefault="003E0BCF" w14:paraId="6BB9E25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7F6D1F"/>
    <w:multiLevelType w:val="hybridMultilevel"/>
    <w:tmpl w:val="6F98A80A"/>
    <w:lvl w:ilvl="0" w:tplc="639A7AC6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OzNDE0MDI2MbcwNTRR0lEKTi0uzszPAykwrAUAi8sC1CwAAAA="/>
  </w:docVars>
  <w:rsids>
    <w:rsidRoot w:val="00BD66E9"/>
    <w:rsid w:val="000048FD"/>
    <w:rsid w:val="00005CE3"/>
    <w:rsid w:val="000077B4"/>
    <w:rsid w:val="00015B8F"/>
    <w:rsid w:val="00022ECE"/>
    <w:rsid w:val="0003680F"/>
    <w:rsid w:val="00042A51"/>
    <w:rsid w:val="00042D2E"/>
    <w:rsid w:val="00044C82"/>
    <w:rsid w:val="000471A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F0E1C"/>
    <w:rsid w:val="000F1C57"/>
    <w:rsid w:val="000F5615"/>
    <w:rsid w:val="00105EE9"/>
    <w:rsid w:val="00124BFF"/>
    <w:rsid w:val="0012560E"/>
    <w:rsid w:val="00127108"/>
    <w:rsid w:val="00130E9F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A27"/>
    <w:rsid w:val="001C77B7"/>
    <w:rsid w:val="001D657B"/>
    <w:rsid w:val="001D7B54"/>
    <w:rsid w:val="001E0209"/>
    <w:rsid w:val="001F2CA2"/>
    <w:rsid w:val="0020122F"/>
    <w:rsid w:val="002144C0"/>
    <w:rsid w:val="00217841"/>
    <w:rsid w:val="0022477D"/>
    <w:rsid w:val="002278A9"/>
    <w:rsid w:val="002336F9"/>
    <w:rsid w:val="0024028F"/>
    <w:rsid w:val="00244ABC"/>
    <w:rsid w:val="00280C6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E73"/>
    <w:rsid w:val="002E2C22"/>
    <w:rsid w:val="002E3042"/>
    <w:rsid w:val="002F02A3"/>
    <w:rsid w:val="002F4ABE"/>
    <w:rsid w:val="003018BA"/>
    <w:rsid w:val="0030395F"/>
    <w:rsid w:val="00305C92"/>
    <w:rsid w:val="003151C5"/>
    <w:rsid w:val="003151F7"/>
    <w:rsid w:val="003343CF"/>
    <w:rsid w:val="00346FE9"/>
    <w:rsid w:val="0034759A"/>
    <w:rsid w:val="003503F6"/>
    <w:rsid w:val="003530DD"/>
    <w:rsid w:val="00363F78"/>
    <w:rsid w:val="003936B4"/>
    <w:rsid w:val="00395D1E"/>
    <w:rsid w:val="003A0A5B"/>
    <w:rsid w:val="003A1176"/>
    <w:rsid w:val="003C0BAE"/>
    <w:rsid w:val="003C172F"/>
    <w:rsid w:val="003D18A9"/>
    <w:rsid w:val="003D6CE2"/>
    <w:rsid w:val="003E0BCF"/>
    <w:rsid w:val="003E1941"/>
    <w:rsid w:val="003E2FE6"/>
    <w:rsid w:val="003E49D5"/>
    <w:rsid w:val="003F205D"/>
    <w:rsid w:val="003F38C0"/>
    <w:rsid w:val="00414E3C"/>
    <w:rsid w:val="00421B3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CC4"/>
    <w:rsid w:val="0047598D"/>
    <w:rsid w:val="004840FD"/>
    <w:rsid w:val="00484F0E"/>
    <w:rsid w:val="00490F7D"/>
    <w:rsid w:val="00491678"/>
    <w:rsid w:val="004968E2"/>
    <w:rsid w:val="004A3EEA"/>
    <w:rsid w:val="004A4D1F"/>
    <w:rsid w:val="004C5C46"/>
    <w:rsid w:val="004D5282"/>
    <w:rsid w:val="004F1551"/>
    <w:rsid w:val="004F55A3"/>
    <w:rsid w:val="0050496F"/>
    <w:rsid w:val="005071B9"/>
    <w:rsid w:val="00513B6F"/>
    <w:rsid w:val="00517C63"/>
    <w:rsid w:val="005363C4"/>
    <w:rsid w:val="00536BDE"/>
    <w:rsid w:val="00543ACC"/>
    <w:rsid w:val="0055633E"/>
    <w:rsid w:val="0056696D"/>
    <w:rsid w:val="00570860"/>
    <w:rsid w:val="0059484D"/>
    <w:rsid w:val="005A0855"/>
    <w:rsid w:val="005A133C"/>
    <w:rsid w:val="005A3196"/>
    <w:rsid w:val="005C080F"/>
    <w:rsid w:val="005C55E5"/>
    <w:rsid w:val="005C696A"/>
    <w:rsid w:val="005D4107"/>
    <w:rsid w:val="005E12A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94F"/>
    <w:rsid w:val="006E5D65"/>
    <w:rsid w:val="006F1282"/>
    <w:rsid w:val="006F1FBC"/>
    <w:rsid w:val="006F31E2"/>
    <w:rsid w:val="006F49F2"/>
    <w:rsid w:val="00706544"/>
    <w:rsid w:val="007072BA"/>
    <w:rsid w:val="0071620A"/>
    <w:rsid w:val="00724677"/>
    <w:rsid w:val="00725459"/>
    <w:rsid w:val="007327BD"/>
    <w:rsid w:val="00734608"/>
    <w:rsid w:val="00745302"/>
    <w:rsid w:val="007458FD"/>
    <w:rsid w:val="007461D6"/>
    <w:rsid w:val="00746EC8"/>
    <w:rsid w:val="00763BF1"/>
    <w:rsid w:val="00766FD4"/>
    <w:rsid w:val="0078168C"/>
    <w:rsid w:val="00782E48"/>
    <w:rsid w:val="00787C2A"/>
    <w:rsid w:val="00790E27"/>
    <w:rsid w:val="00797B46"/>
    <w:rsid w:val="007A4022"/>
    <w:rsid w:val="007A6E6E"/>
    <w:rsid w:val="007C3299"/>
    <w:rsid w:val="007C3BCC"/>
    <w:rsid w:val="007C4546"/>
    <w:rsid w:val="007D6E56"/>
    <w:rsid w:val="007D7944"/>
    <w:rsid w:val="007F4155"/>
    <w:rsid w:val="007F5111"/>
    <w:rsid w:val="0081554D"/>
    <w:rsid w:val="0081707E"/>
    <w:rsid w:val="008449B3"/>
    <w:rsid w:val="00852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38"/>
    <w:rsid w:val="00916188"/>
    <w:rsid w:val="00923D7D"/>
    <w:rsid w:val="009500B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3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8A"/>
    <w:rsid w:val="00A73685"/>
    <w:rsid w:val="00A84C85"/>
    <w:rsid w:val="00A97DE1"/>
    <w:rsid w:val="00AA15F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CA"/>
    <w:rsid w:val="00B21EDD"/>
    <w:rsid w:val="00B22148"/>
    <w:rsid w:val="00B25C70"/>
    <w:rsid w:val="00B3130B"/>
    <w:rsid w:val="00B40ADB"/>
    <w:rsid w:val="00B43B77"/>
    <w:rsid w:val="00B43E80"/>
    <w:rsid w:val="00B5158C"/>
    <w:rsid w:val="00B607DB"/>
    <w:rsid w:val="00B66529"/>
    <w:rsid w:val="00B75946"/>
    <w:rsid w:val="00B8056E"/>
    <w:rsid w:val="00B819C8"/>
    <w:rsid w:val="00B82308"/>
    <w:rsid w:val="00B90885"/>
    <w:rsid w:val="00B978C5"/>
    <w:rsid w:val="00BB520A"/>
    <w:rsid w:val="00BD3869"/>
    <w:rsid w:val="00BD66E9"/>
    <w:rsid w:val="00BD688D"/>
    <w:rsid w:val="00BD6FF4"/>
    <w:rsid w:val="00BF2C41"/>
    <w:rsid w:val="00C04816"/>
    <w:rsid w:val="00C058B4"/>
    <w:rsid w:val="00C05F44"/>
    <w:rsid w:val="00C10C1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B49"/>
    <w:rsid w:val="00D608D1"/>
    <w:rsid w:val="00D74119"/>
    <w:rsid w:val="00D8075B"/>
    <w:rsid w:val="00D8678B"/>
    <w:rsid w:val="00DA2114"/>
    <w:rsid w:val="00DB0EFA"/>
    <w:rsid w:val="00DC5CCC"/>
    <w:rsid w:val="00DE09C0"/>
    <w:rsid w:val="00DE1CE0"/>
    <w:rsid w:val="00DE2504"/>
    <w:rsid w:val="00DE4A14"/>
    <w:rsid w:val="00DF320D"/>
    <w:rsid w:val="00DF71C8"/>
    <w:rsid w:val="00E063CC"/>
    <w:rsid w:val="00E129B8"/>
    <w:rsid w:val="00E21E7D"/>
    <w:rsid w:val="00E22FBC"/>
    <w:rsid w:val="00E24BF5"/>
    <w:rsid w:val="00E24E0B"/>
    <w:rsid w:val="00E25338"/>
    <w:rsid w:val="00E26F6D"/>
    <w:rsid w:val="00E32BF1"/>
    <w:rsid w:val="00E51E44"/>
    <w:rsid w:val="00E52E2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8E"/>
    <w:rsid w:val="00F974DA"/>
    <w:rsid w:val="00FA46E5"/>
    <w:rsid w:val="00FB4B9E"/>
    <w:rsid w:val="00FB7DBA"/>
    <w:rsid w:val="00FC1C25"/>
    <w:rsid w:val="00FC3F45"/>
    <w:rsid w:val="00FD503F"/>
    <w:rsid w:val="00FD7589"/>
    <w:rsid w:val="00FF016A"/>
    <w:rsid w:val="00FF1401"/>
    <w:rsid w:val="00FF5E7D"/>
    <w:rsid w:val="4572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248A94"/>
  <w15:docId w15:val="{14938644-9F31-4BC8-A36A-9ABD20DFD17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ED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21E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ED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21EDD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500BC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EC55-C56D-48AE-8899-2CB931BDEC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953093-7060-4FF9-8FA4-86111E4847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CE8BA-7887-4C8B-9B54-CE610ECD91AB}"/>
</file>

<file path=customXml/itemProps4.xml><?xml version="1.0" encoding="utf-8"?>
<ds:datastoreItem xmlns:ds="http://schemas.openxmlformats.org/officeDocument/2006/customXml" ds:itemID="{D99AA8AE-6B23-4E46-939A-215BFAECE00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23</revision>
  <lastPrinted>2019-02-06T12:12:00.0000000Z</lastPrinted>
  <dcterms:created xsi:type="dcterms:W3CDTF">2021-09-10T11:47:00.0000000Z</dcterms:created>
  <dcterms:modified xsi:type="dcterms:W3CDTF">2021-10-05T20:32:22.1786667Z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